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36AF1" w:rsidRPr="00001D40" w14:paraId="762AD218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B36AF1" w:rsidRPr="00001D40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198D273B" w:rsidR="00B36AF1" w:rsidRPr="00B36AF1" w:rsidRDefault="00B36AF1" w:rsidP="00B36AF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36AF1">
              <w:rPr>
                <w:rFonts w:ascii="Aptos" w:hAnsi="Aptos" w:cs="Arial"/>
                <w:sz w:val="20"/>
                <w:szCs w:val="20"/>
              </w:rPr>
              <w:t>Occupational Certificate: Mortician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B36AF1" w:rsidRPr="00DD6F3D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B36AF1" w:rsidRPr="00001D40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36AF1" w:rsidRPr="00001D40" w14:paraId="29E0FD86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B36AF1" w:rsidRPr="00001D40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030F1DF8" w:rsidR="00B36AF1" w:rsidRPr="00B36AF1" w:rsidRDefault="00B36AF1" w:rsidP="00B36AF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36AF1">
              <w:rPr>
                <w:rFonts w:ascii="Aptos" w:hAnsi="Aptos" w:cs="Arial"/>
                <w:sz w:val="20"/>
                <w:szCs w:val="20"/>
              </w:rPr>
              <w:t>104621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B36AF1" w:rsidRPr="00DD6F3D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B36AF1" w:rsidRPr="00001D40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36AF1" w:rsidRPr="00001D40" w14:paraId="5E9FB910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B36AF1" w:rsidRPr="00001D40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129A4024" w:rsidR="00B36AF1" w:rsidRPr="00B36AF1" w:rsidRDefault="00B36AF1" w:rsidP="00B36AF1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36AF1">
              <w:rPr>
                <w:rFonts w:ascii="Aptos" w:hAnsi="Aptos" w:cs="Arial"/>
                <w:sz w:val="20"/>
                <w:szCs w:val="20"/>
              </w:rPr>
              <w:t>150, L3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B36AF1" w:rsidRPr="00DD6F3D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B36AF1" w:rsidRPr="00001D40" w:rsidRDefault="00B36AF1" w:rsidP="00B36AF1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33E5B" w14:textId="77777777" w:rsidR="00F654CD" w:rsidRDefault="00F654CD" w:rsidP="00213C69">
      <w:pPr>
        <w:spacing w:after="0" w:line="240" w:lineRule="auto"/>
      </w:pPr>
      <w:r>
        <w:separator/>
      </w:r>
    </w:p>
  </w:endnote>
  <w:endnote w:type="continuationSeparator" w:id="0">
    <w:p w14:paraId="0CB5A5E4" w14:textId="77777777" w:rsidR="00F654CD" w:rsidRDefault="00F654CD" w:rsidP="00213C69">
      <w:pPr>
        <w:spacing w:after="0" w:line="240" w:lineRule="auto"/>
      </w:pPr>
      <w:r>
        <w:continuationSeparator/>
      </w:r>
    </w:p>
  </w:endnote>
  <w:endnote w:type="continuationNotice" w:id="1">
    <w:p w14:paraId="1F3B03C1" w14:textId="77777777" w:rsidR="00F654CD" w:rsidRDefault="00F654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C04C6" w14:textId="77777777" w:rsidR="00F654CD" w:rsidRDefault="00F654CD" w:rsidP="00213C69">
      <w:pPr>
        <w:spacing w:after="0" w:line="240" w:lineRule="auto"/>
      </w:pPr>
      <w:r>
        <w:separator/>
      </w:r>
    </w:p>
  </w:footnote>
  <w:footnote w:type="continuationSeparator" w:id="0">
    <w:p w14:paraId="35E5DAAB" w14:textId="77777777" w:rsidR="00F654CD" w:rsidRDefault="00F654CD" w:rsidP="00213C69">
      <w:pPr>
        <w:spacing w:after="0" w:line="240" w:lineRule="auto"/>
      </w:pPr>
      <w:r>
        <w:continuationSeparator/>
      </w:r>
    </w:p>
  </w:footnote>
  <w:footnote w:type="continuationNotice" w:id="1">
    <w:p w14:paraId="586BD5F2" w14:textId="77777777" w:rsidR="00F654CD" w:rsidRDefault="00F654CD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73683" w14:textId="532F3E04" w:rsidR="008F5C5C" w:rsidRDefault="008F5C5C" w:rsidP="008F5C5C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22947E0" wp14:editId="483C7A5E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986070565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0603949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60780337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21130E" id="Group 1" o:spid="_x0000_s1026" style="position:absolute;margin-left:790.9pt;margin-top:-19.5pt;width:842.1pt;height:27.75pt;z-index:251661312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054F5EBE" w14:textId="7A036C7C" w:rsidR="00F17F63" w:rsidRDefault="0048708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3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61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2CA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D1C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87D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5C5C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709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AF1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009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4CD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1F64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10</cp:revision>
  <cp:lastPrinted>2024-11-20T14:11:00Z</cp:lastPrinted>
  <dcterms:created xsi:type="dcterms:W3CDTF">2026-01-14T06:23:00Z</dcterms:created>
  <dcterms:modified xsi:type="dcterms:W3CDTF">2026-01-30T05:02:00Z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